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8F7F27">
      <w:pPr>
        <w:rPr>
          <w:rFonts w:hint="eastAsia" w:ascii="宋体" w:hAnsi="宋体" w:eastAsia="宋体" w:cs="宋体"/>
          <w:sz w:val="32"/>
          <w:szCs w:val="32"/>
          <w:lang w:eastAsia="zh"/>
          <w:woUserID w:val="1"/>
        </w:rPr>
      </w:pPr>
      <w:r>
        <w:rPr>
          <w:rFonts w:hint="eastAsia" w:ascii="宋体" w:hAnsi="宋体" w:eastAsia="宋体" w:cs="宋体"/>
          <w:sz w:val="32"/>
          <w:szCs w:val="32"/>
          <w:lang w:eastAsia="zh"/>
          <w:woUserID w:val="1"/>
        </w:rPr>
        <w:t>雪线之上，人间之下：《雪山大地》中的卑微与崇高</w:t>
      </w:r>
    </w:p>
    <w:p w14:paraId="267A70D1">
      <w:pPr>
        <w:spacing w:line="480" w:lineRule="auto"/>
        <w:jc w:val="center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体育与健康学院  运康17班 曹禹镕 18229909617</w:t>
      </w:r>
    </w:p>
    <w:p w14:paraId="55E9FAA2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合上《雪山大地》最后一页，天已经黑了，城市里灯光点点，我的心却还留在那片雪白的高原上。这本书读起来并不轻松，它不像流行小说那样刻意让读者开心，而是用最真实的方式，讲述了在极端环境中生活的人们。它没有把苦难说得很美，也没有把偏远地区的生活想象得很浪漫，只是平静地让我们看到，生命在艰苦中也可以那么坚强和有尊严。</w:t>
      </w:r>
    </w:p>
    <w:p w14:paraId="21B5768D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《雪山大地》最打动我的，是它让我重新理解了“平凡”与“伟大”。书里的人都不是完美的英雄，他们有很多缺点：有人固执，不愿改变；有人向现实低头；有人甚至为了自己伤害别人。作者没有隐藏这些不好的地方，而是像一位认真的记录者，写下真实的人生。</w:t>
      </w:r>
    </w:p>
    <w:p w14:paraId="09620049">
      <w:pPr>
        <w:spacing w:line="480" w:lineRule="auto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可恰恰是这些“不完美”的人，让我看到了生命的力量。老牧人知道老方法可能行不通了，却还是坚持着与自然相处的智慧；年轻人向往新生活，却又放不下对家乡的感情；女人们在家庭和生活的压力下，依然坚强而乐观。这些矛盾和在困难中的不放弃，让我看到了一种不一样的伟大——不是高高在上的英雄行为，而是从泥土中生长出来的生命力。</w:t>
      </w:r>
    </w:p>
    <w:p w14:paraId="18A3B58D">
      <w:pPr>
        <w:spacing w:line="480" w:lineRule="auto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书里有一个细节我一直记得：一场暴风雪过后，村里人自发组织起来，冒着危险去寻找可能遇险的牧人。没有人说大话，也没有人报道，他们觉得这很自然——在那种环境里，互相帮助不是选择，而是本能。这种从日常生活中长出来的善良，比任何响亮的口号都更有力量。</w:t>
      </w:r>
    </w:p>
    <w:p w14:paraId="54DD5806">
      <w:pPr>
        <w:spacing w:line="480" w:lineRule="auto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《雪山大地》也让我想：什么才是真正的“现代”？我们总觉得现代就是高楼、手机、买东西方便。但在雪域高原上，现代是另一种样子：是太阳能板带来的电，是摩托车代替了马，是网络让信息更平等。重要的是，现代在这里不是要丢掉传统，而是和传统一起存在、互相适应。书中的人对新东西的选择和使用，显示出一种生活的智慧</w:t>
      </w:r>
    </w:p>
    <w:p w14:paraId="66644F30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作者的文字也很特别。没有漂亮的词语，没有故意煽情，文字就像雪山上的石头一样朴实。但这种“平淡”里，却有着很深的情感。读到老牧人最后一次带着家人转场时，那简单的描述反而比任何悲伤的描写都让人感动。这种克制的写法，和书中人物面对困难时的态度很像——不夸大，不抱怨，只是默默地承受和面对。</w:t>
      </w:r>
    </w:p>
    <w:p w14:paraId="380D3FBF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读这本书的时候，我一直在想自己的生活。我们住在城市里，生活方便舒适，却常常为小事烦恼。而《雪山大地》中的人们，面对那么艰苦的环境，反而表现出更开阔的人生态度。这让我不禁思考：我们所说的文明进步，到底给我们带来了什么？又让我们失去了什么？</w:t>
      </w:r>
    </w:p>
    <w:p w14:paraId="47799DFD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特别值得一提的是，作者没有把偏远地区的生活写得像一首田园诗。书中真实地写出了那些地方面临的问题：教育困难、缺医少药、年轻人离开、传统文化慢慢消失……这些问题不是靠怀念过去就能解决的。作者通过具体的人和事，让我们看到问题的复杂和解决的艰难。</w:t>
      </w:r>
    </w:p>
    <w:p w14:paraId="0870061C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 xml:space="preserve"> 读完《雪山大地》，我感受到的不是对某种生活方式的表扬或批评，而是对生命多样性和韧性的尊敬。它提醒我们，在这个越来越一样的世界里，还存在着不同的生活可能和价值标准。这些不同的生活方式没有好坏之分，都是人类适应不同环境的智慧体现。这本书就像一面镜子，照出了我们平时看不见的东西。在这个讲究快、讲究效率、鼓励消费的时代，《雪山大地》让我们停下来想一想：我们到底要去哪里？我们所说的进步和发展，到底是为了什么？在物质丰富的同时，我们是不是丢了什么重要的东西？</w:t>
      </w:r>
    </w:p>
    <w:p w14:paraId="0314A114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《雪山大地》不是一本读起来轻松愉快的书，它需要你静下心，慢慢读。但正是这种“不轻松”，让这次阅读变得特别珍贵。它不会让你马上开心起来，但可能会在你心里种下一颗思考的种子，在未来的某一天发芽，让你用不一样的眼光看待自己的生活。</w:t>
      </w:r>
    </w:p>
    <w:p w14:paraId="78196068">
      <w:pPr>
        <w:spacing w:line="480" w:lineRule="auto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雪线上的生活离我们很远，但其中包含的生活智慧却离我们很近。在这个充满各种声音的时代，我们需要这样的书来提醒自己：生活可以有不同的样子，成功可以有不同的含义，幸福可以有不同的标准。《雪山大地》不只是一本书，更是一次心灵的洗礼，一段思想的远行。</w:t>
      </w:r>
    </w:p>
    <w:bookmarkEnd w:id="0"/>
    <w:p w14:paraId="5C30CE9B">
      <w:pPr>
        <w:spacing w:line="480" w:lineRule="auto"/>
        <w:jc w:val="center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</w:p>
    <w:p w14:paraId="144AE8DF">
      <w:pPr>
        <w:spacing w:line="300" w:lineRule="auto"/>
        <w:ind w:leftChars="2300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作者：曹禹镕</w:t>
      </w:r>
    </w:p>
    <w:p w14:paraId="49B7790B">
      <w:pPr>
        <w:spacing w:line="300" w:lineRule="auto"/>
        <w:ind w:leftChars="2300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学院：体育运动与健康</w:t>
      </w:r>
    </w:p>
    <w:p w14:paraId="7816EA80">
      <w:pPr>
        <w:spacing w:line="300" w:lineRule="auto"/>
        <w:ind w:leftChars="2300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班级：17班</w:t>
      </w:r>
    </w:p>
    <w:p w14:paraId="2E1B76BE">
      <w:pPr>
        <w:spacing w:line="300" w:lineRule="auto"/>
        <w:ind w:leftChars="2300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联系电话：18229909617</w:t>
      </w:r>
    </w:p>
    <w:p w14:paraId="41806152">
      <w:pPr>
        <w:spacing w:line="300" w:lineRule="auto"/>
        <w:ind w:leftChars="2300"/>
        <w:jc w:val="left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altName w:val="汉仪旗黑KW 55S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旗黑KW 55S">
    <w:panose1 w:val="00020600040101010101"/>
    <w:charset w:val="86"/>
    <w:family w:val="auto"/>
    <w:pitch w:val="default"/>
    <w:sig w:usb0="A00002BF" w:usb1="3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24D9F"/>
    <w:rsid w:val="07011CC2"/>
    <w:rsid w:val="07644792"/>
    <w:rsid w:val="09284798"/>
    <w:rsid w:val="0F2B6FD9"/>
    <w:rsid w:val="183C240D"/>
    <w:rsid w:val="1AA24D9F"/>
    <w:rsid w:val="277E1040"/>
    <w:rsid w:val="28DA2E89"/>
    <w:rsid w:val="2A4254F9"/>
    <w:rsid w:val="2D1F32F4"/>
    <w:rsid w:val="323B4D81"/>
    <w:rsid w:val="34B70380"/>
    <w:rsid w:val="35DF125F"/>
    <w:rsid w:val="3AE174A3"/>
    <w:rsid w:val="43446334"/>
    <w:rsid w:val="44A84E71"/>
    <w:rsid w:val="477DCE1E"/>
    <w:rsid w:val="4D63891F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C79700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91FF9ADE"/>
    <w:rsid w:val="A97F623E"/>
    <w:rsid w:val="AFBF8780"/>
    <w:rsid w:val="BEEFCB4B"/>
    <w:rsid w:val="BFE6F841"/>
    <w:rsid w:val="D5DE8897"/>
    <w:rsid w:val="E7FE3684"/>
    <w:rsid w:val="EFFF70E4"/>
    <w:rsid w:val="F7EEC240"/>
    <w:rsid w:val="FBD14806"/>
    <w:rsid w:val="FBF75102"/>
    <w:rsid w:val="FDDC5620"/>
    <w:rsid w:val="FDEA700A"/>
    <w:rsid w:val="FFBFC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3">
    <w:name w:val="Default Paragraph Font"/>
    <w:qFormat/>
    <w:uiPriority w:val="0"/>
    <w:rPr>
      <w:rFonts w:eastAsia="微软雅黑" w:asciiTheme="minorAscii" w:hAnsiTheme="minorAscii"/>
    </w:rPr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"/>
    <w:basedOn w:val="11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data/weboffice/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 WWO_wpscloud_20251105180149-0b0f449aab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2018-05-29T01:24:00Z</dcterms:created>
  <dcterms:modified xsi:type="dcterms:W3CDTF">2025-11-13T11:08:01Z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2052-12.9.0.23627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43D3838D048963EB914B1569CF05EEEB_43</vt:lpwstr>
  </property>
</Properties>
</file>